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BB" w:rsidRPr="00485E8A" w:rsidRDefault="00485E8A" w:rsidP="00485E8A">
      <w:pPr>
        <w:jc w:val="center"/>
        <w:rPr>
          <w:b/>
          <w:sz w:val="32"/>
          <w:szCs w:val="32"/>
        </w:rPr>
      </w:pPr>
      <w:r w:rsidRPr="00485E8A">
        <w:rPr>
          <w:b/>
          <w:sz w:val="32"/>
          <w:szCs w:val="32"/>
        </w:rPr>
        <w:t>GUIDELINES FOR FLASHBACK FLASH-FORWARD STORY</w:t>
      </w:r>
    </w:p>
    <w:p w:rsidR="00485E8A" w:rsidRPr="00F00D88" w:rsidRDefault="00485E8A">
      <w:pPr>
        <w:rPr>
          <w:sz w:val="24"/>
          <w:szCs w:val="24"/>
        </w:rPr>
      </w:pPr>
      <w:r w:rsidRPr="00F00D88">
        <w:rPr>
          <w:sz w:val="24"/>
          <w:szCs w:val="24"/>
        </w:rPr>
        <w:t>Due date:</w:t>
      </w:r>
    </w:p>
    <w:p w:rsidR="00485E8A" w:rsidRPr="00F00D88" w:rsidRDefault="00485E8A">
      <w:pPr>
        <w:rPr>
          <w:sz w:val="24"/>
          <w:szCs w:val="24"/>
        </w:rPr>
      </w:pPr>
      <w:r w:rsidRPr="00F00D88">
        <w:rPr>
          <w:sz w:val="24"/>
          <w:szCs w:val="24"/>
        </w:rPr>
        <w:t>Length: 1.5 – 3 pages (Double spaced)</w:t>
      </w:r>
    </w:p>
    <w:p w:rsidR="00485E8A" w:rsidRPr="00F00D88" w:rsidRDefault="00485E8A" w:rsidP="00485E8A">
      <w:pPr>
        <w:jc w:val="center"/>
        <w:rPr>
          <w:sz w:val="24"/>
          <w:szCs w:val="24"/>
          <w:u w:val="single"/>
        </w:rPr>
      </w:pPr>
      <w:r w:rsidRPr="00F00D88">
        <w:rPr>
          <w:sz w:val="24"/>
          <w:szCs w:val="24"/>
          <w:u w:val="single"/>
        </w:rPr>
        <w:t>All papers must have a title page with the following information:</w:t>
      </w:r>
    </w:p>
    <w:p w:rsidR="00485E8A" w:rsidRPr="00F00D88" w:rsidRDefault="00485E8A" w:rsidP="00485E8A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Title of your story</w:t>
      </w:r>
    </w:p>
    <w:p w:rsidR="00485E8A" w:rsidRPr="00F00D88" w:rsidRDefault="00485E8A" w:rsidP="00485E8A">
      <w:pPr>
        <w:pBdr>
          <w:bottom w:val="single" w:sz="6" w:space="1" w:color="auto"/>
        </w:pBd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Your name</w:t>
      </w:r>
    </w:p>
    <w:p w:rsidR="00485E8A" w:rsidRPr="00F00D88" w:rsidRDefault="00485E8A" w:rsidP="00485E8A">
      <w:pPr>
        <w:jc w:val="both"/>
        <w:rPr>
          <w:sz w:val="24"/>
          <w:szCs w:val="24"/>
        </w:rPr>
      </w:pPr>
    </w:p>
    <w:p w:rsidR="00F00D88" w:rsidRPr="00F00D88" w:rsidRDefault="00485E8A" w:rsidP="00485E8A">
      <w:pPr>
        <w:jc w:val="both"/>
        <w:rPr>
          <w:sz w:val="24"/>
          <w:szCs w:val="24"/>
        </w:rPr>
      </w:pPr>
      <w:r w:rsidRPr="00F00D88">
        <w:rPr>
          <w:sz w:val="24"/>
          <w:szCs w:val="24"/>
        </w:rPr>
        <w:t xml:space="preserve">As we learned in the story “Moon </w:t>
      </w:r>
      <w:proofErr w:type="gramStart"/>
      <w:r w:rsidRPr="00F00D88">
        <w:rPr>
          <w:sz w:val="24"/>
          <w:szCs w:val="24"/>
        </w:rPr>
        <w:t>Over</w:t>
      </w:r>
      <w:proofErr w:type="gramEnd"/>
      <w:r w:rsidRPr="00F00D88">
        <w:rPr>
          <w:sz w:val="24"/>
          <w:szCs w:val="24"/>
        </w:rPr>
        <w:t xml:space="preserve"> Manifest” flashback was used quite often. For our final project for </w:t>
      </w:r>
      <w:r w:rsidR="00F00D88">
        <w:rPr>
          <w:sz w:val="24"/>
          <w:szCs w:val="24"/>
        </w:rPr>
        <w:t xml:space="preserve">this story we will be writing a Type three – five </w:t>
      </w:r>
      <w:proofErr w:type="gramStart"/>
      <w:r w:rsidRPr="00F00D88">
        <w:rPr>
          <w:sz w:val="24"/>
          <w:szCs w:val="24"/>
        </w:rPr>
        <w:t>story</w:t>
      </w:r>
      <w:proofErr w:type="gramEnd"/>
      <w:r w:rsidRPr="00F00D88">
        <w:rPr>
          <w:sz w:val="24"/>
          <w:szCs w:val="24"/>
        </w:rPr>
        <w:t xml:space="preserve"> in which you use fl</w:t>
      </w:r>
      <w:r w:rsidR="00F00D88">
        <w:rPr>
          <w:sz w:val="24"/>
          <w:szCs w:val="24"/>
        </w:rPr>
        <w:t>ashback &amp;</w:t>
      </w:r>
      <w:r w:rsidRPr="00F00D88">
        <w:rPr>
          <w:sz w:val="24"/>
          <w:szCs w:val="24"/>
        </w:rPr>
        <w:t xml:space="preserve"> </w:t>
      </w:r>
      <w:r w:rsidRPr="00F00D88">
        <w:rPr>
          <w:b/>
          <w:sz w:val="24"/>
          <w:szCs w:val="24"/>
        </w:rPr>
        <w:t>also flash forward.</w:t>
      </w:r>
    </w:p>
    <w:p w:rsidR="00485E8A" w:rsidRPr="00F00D88" w:rsidRDefault="00F00D88" w:rsidP="00F00D88">
      <w:pPr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F00D88">
        <w:rPr>
          <w:sz w:val="24"/>
          <w:szCs w:val="24"/>
          <w:u w:val="single"/>
        </w:rPr>
        <w:t>First Paragraph</w:t>
      </w:r>
    </w:p>
    <w:p w:rsidR="00485E8A" w:rsidRPr="00F00D88" w:rsidRDefault="00485E8A" w:rsidP="00485E8A">
      <w:pPr>
        <w:jc w:val="both"/>
        <w:rPr>
          <w:sz w:val="24"/>
          <w:szCs w:val="24"/>
        </w:rPr>
      </w:pPr>
      <w:r w:rsidRPr="00F00D88">
        <w:rPr>
          <w:sz w:val="24"/>
          <w:szCs w:val="24"/>
        </w:rPr>
        <w:t>You will start your story 10 years from &amp; include in the first paragraph:</w:t>
      </w:r>
    </w:p>
    <w:p w:rsidR="00485E8A" w:rsidRPr="00F00D88" w:rsidRDefault="00F00D88" w:rsidP="00F00D88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Your age</w:t>
      </w:r>
    </w:p>
    <w:p w:rsidR="00F00D88" w:rsidRPr="00F00D88" w:rsidRDefault="00F00D88" w:rsidP="00F00D88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Your job</w:t>
      </w:r>
    </w:p>
    <w:p w:rsidR="00F00D88" w:rsidRPr="00F00D88" w:rsidRDefault="00F00D88" w:rsidP="00F00D88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Single or married</w:t>
      </w:r>
    </w:p>
    <w:p w:rsidR="00F00D88" w:rsidRPr="00F00D88" w:rsidRDefault="00F00D88" w:rsidP="00F00D88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Children</w:t>
      </w:r>
    </w:p>
    <w:p w:rsidR="00F00D88" w:rsidRPr="00F00D88" w:rsidRDefault="00F00D88" w:rsidP="00F00D88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Type of house you live in</w:t>
      </w:r>
    </w:p>
    <w:p w:rsidR="00F00D88" w:rsidRPr="00F00D88" w:rsidRDefault="00F00D88" w:rsidP="00F00D88">
      <w:pPr>
        <w:jc w:val="center"/>
        <w:rPr>
          <w:sz w:val="24"/>
          <w:szCs w:val="24"/>
        </w:rPr>
      </w:pPr>
      <w:r w:rsidRPr="00F00D88">
        <w:rPr>
          <w:sz w:val="24"/>
          <w:szCs w:val="24"/>
        </w:rPr>
        <w:t>Car you drive</w:t>
      </w:r>
    </w:p>
    <w:p w:rsidR="00F00D88" w:rsidRPr="00F00D88" w:rsidRDefault="00F00D88" w:rsidP="00F00D88">
      <w:pPr>
        <w:rPr>
          <w:sz w:val="24"/>
          <w:szCs w:val="24"/>
        </w:rPr>
      </w:pPr>
      <w:proofErr w:type="spellStart"/>
      <w:r w:rsidRPr="00F00D88">
        <w:rPr>
          <w:sz w:val="24"/>
          <w:szCs w:val="24"/>
        </w:rPr>
        <w:t>Explao</w:t>
      </w:r>
      <w:proofErr w:type="spellEnd"/>
      <w:r w:rsidRPr="00F00D88">
        <w:rPr>
          <w:sz w:val="24"/>
          <w:szCs w:val="24"/>
        </w:rPr>
        <w:t xml:space="preserve"> what happens on your job to make you think of the past. Your last sentence in your first paragraph should read, “I remember when…”</w:t>
      </w:r>
    </w:p>
    <w:p w:rsidR="00F00D88" w:rsidRPr="00F00D88" w:rsidRDefault="00F00D88" w:rsidP="00F00D88">
      <w:pPr>
        <w:jc w:val="center"/>
        <w:rPr>
          <w:sz w:val="24"/>
          <w:szCs w:val="24"/>
          <w:u w:val="single"/>
        </w:rPr>
      </w:pPr>
      <w:r w:rsidRPr="00F00D88">
        <w:rPr>
          <w:sz w:val="24"/>
          <w:szCs w:val="24"/>
          <w:u w:val="single"/>
        </w:rPr>
        <w:t>Body</w:t>
      </w:r>
    </w:p>
    <w:p w:rsidR="00F00D88" w:rsidRPr="00F00D88" w:rsidRDefault="00F00D88" w:rsidP="00F00D88">
      <w:pPr>
        <w:rPr>
          <w:sz w:val="24"/>
          <w:szCs w:val="24"/>
        </w:rPr>
      </w:pPr>
      <w:r w:rsidRPr="00F00D88">
        <w:rPr>
          <w:sz w:val="24"/>
          <w:szCs w:val="24"/>
        </w:rPr>
        <w:t>Write about your flashback</w:t>
      </w:r>
    </w:p>
    <w:p w:rsidR="00F00D88" w:rsidRPr="00F00D88" w:rsidRDefault="00F00D88" w:rsidP="00F00D88">
      <w:pPr>
        <w:jc w:val="center"/>
        <w:rPr>
          <w:sz w:val="24"/>
          <w:szCs w:val="24"/>
          <w:u w:val="single"/>
        </w:rPr>
      </w:pPr>
      <w:r w:rsidRPr="00F00D88">
        <w:rPr>
          <w:sz w:val="24"/>
          <w:szCs w:val="24"/>
          <w:u w:val="single"/>
        </w:rPr>
        <w:t>Last Paragraph</w:t>
      </w:r>
    </w:p>
    <w:p w:rsidR="00F00D88" w:rsidRPr="00F00D88" w:rsidRDefault="00F00D88" w:rsidP="00F00D88">
      <w:pPr>
        <w:rPr>
          <w:sz w:val="24"/>
          <w:szCs w:val="24"/>
        </w:rPr>
      </w:pPr>
      <w:r w:rsidRPr="00F00D88">
        <w:rPr>
          <w:sz w:val="24"/>
          <w:szCs w:val="24"/>
        </w:rPr>
        <w:t>Come back to the present year &amp; briefly describe how you think you can achieve your future life.</w:t>
      </w:r>
    </w:p>
    <w:sectPr w:rsidR="00F00D88" w:rsidRPr="00F00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E8A"/>
    <w:rsid w:val="001C1BBB"/>
    <w:rsid w:val="00485E8A"/>
    <w:rsid w:val="00F0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965BB3B6</Template>
  <TotalTime>22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schumacher</dc:creator>
  <cp:lastModifiedBy>greg schumacher</cp:lastModifiedBy>
  <cp:revision>2</cp:revision>
  <dcterms:created xsi:type="dcterms:W3CDTF">2011-10-21T14:46:00Z</dcterms:created>
  <dcterms:modified xsi:type="dcterms:W3CDTF">2011-10-21T15:08:00Z</dcterms:modified>
</cp:coreProperties>
</file>